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10C" w:rsidRPr="00937A37" w:rsidRDefault="0049510C"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 xml:space="preserve">от  28 апреля </w:t>
      </w:r>
      <w:smartTag w:uri="urn:schemas-microsoft-com:office:smarttags" w:element="metricconverter">
        <w:smartTagPr>
          <w:attr w:name="ProductID" w:val="2017 г"/>
        </w:smartTagPr>
        <w:r>
          <w:rPr>
            <w:rFonts w:ascii="Times New Roman" w:hAnsi="Times New Roman"/>
            <w:sz w:val="24"/>
            <w:szCs w:val="24"/>
            <w:lang w:eastAsia="ru-RU"/>
          </w:rPr>
          <w:t>2017 г</w:t>
        </w:r>
      </w:smartTag>
      <w:r>
        <w:rPr>
          <w:rFonts w:ascii="Times New Roman" w:hAnsi="Times New Roman"/>
          <w:sz w:val="24"/>
          <w:szCs w:val="24"/>
          <w:lang w:eastAsia="ru-RU"/>
        </w:rPr>
        <w:t>. №543</w:t>
      </w:r>
    </w:p>
    <w:p w:rsidR="0049510C" w:rsidRPr="00937A37" w:rsidRDefault="0049510C" w:rsidP="00937A37">
      <w:pPr>
        <w:autoSpaceDE w:val="0"/>
        <w:autoSpaceDN w:val="0"/>
        <w:adjustRightInd w:val="0"/>
        <w:spacing w:after="0" w:line="240" w:lineRule="auto"/>
        <w:ind w:firstLine="720"/>
        <w:jc w:val="both"/>
        <w:rPr>
          <w:rFonts w:ascii="Arial" w:hAnsi="Arial" w:cs="Arial"/>
          <w:sz w:val="24"/>
          <w:szCs w:val="24"/>
        </w:rPr>
      </w:pPr>
    </w:p>
    <w:p w:rsidR="0049510C" w:rsidRPr="00F07707" w:rsidRDefault="0049510C"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w:t>
      </w:r>
      <w:r w:rsidRPr="00F07707">
        <w:rPr>
          <w:rFonts w:ascii="Times New Roman" w:hAnsi="Times New Roman"/>
          <w:b/>
          <w:bCs/>
          <w:color w:val="26282F"/>
          <w:sz w:val="26"/>
          <w:szCs w:val="26"/>
        </w:rPr>
        <w:t>01р-17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N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26 июля 2006 года N 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Северная Осетия-Алания от 06.09.2013 N 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49510C" w:rsidRPr="00F07707" w:rsidRDefault="0049510C"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49510C" w:rsidRPr="00F07707" w:rsidRDefault="0049510C">
      <w:pPr>
        <w:rPr>
          <w:rFonts w:ascii="Times New Roman" w:hAnsi="Times New Roman"/>
          <w:sz w:val="26"/>
          <w:szCs w:val="26"/>
        </w:rPr>
      </w:pPr>
    </w:p>
    <w:sectPr w:rsidR="0049510C"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2B1511"/>
    <w:rsid w:val="00411DD2"/>
    <w:rsid w:val="0049510C"/>
    <w:rsid w:val="00546A5E"/>
    <w:rsid w:val="00704594"/>
    <w:rsid w:val="00842306"/>
    <w:rsid w:val="00917F25"/>
    <w:rsid w:val="00937A37"/>
    <w:rsid w:val="00B17C0E"/>
    <w:rsid w:val="00C57250"/>
    <w:rsid w:val="00D63D5E"/>
    <w:rsid w:val="00DF0F85"/>
    <w:rsid w:val="00F077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828</Words>
  <Characters>4724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Мадина</cp:lastModifiedBy>
  <cp:revision>4</cp:revision>
  <dcterms:created xsi:type="dcterms:W3CDTF">2017-04-27T10:33:00Z</dcterms:created>
  <dcterms:modified xsi:type="dcterms:W3CDTF">2017-04-28T08:49:00Z</dcterms:modified>
</cp:coreProperties>
</file>