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23" w:rsidRPr="00842306" w:rsidRDefault="00305E23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от 12.07.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2017 г</w:t>
        </w:r>
      </w:smartTag>
      <w:r>
        <w:rPr>
          <w:rFonts w:ascii="Times New Roman" w:hAnsi="Times New Roman"/>
          <w:sz w:val="24"/>
          <w:szCs w:val="24"/>
          <w:lang w:eastAsia="ru-RU"/>
        </w:rPr>
        <w:t>. №844</w:t>
      </w:r>
    </w:p>
    <w:p w:rsidR="00305E23" w:rsidRPr="008B4E15" w:rsidRDefault="00305E23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305E23" w:rsidRPr="008B4E15" w:rsidRDefault="00305E23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305E23" w:rsidRPr="008D1C7E" w:rsidRDefault="00305E23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№06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305E23" w:rsidRPr="008D1C7E" w:rsidRDefault="00305E23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05E23" w:rsidRPr="008D1C7E" w:rsidRDefault="00305E23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305E23" w:rsidRPr="008D1C7E" w:rsidRDefault="00305E23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305E23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305E23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305E23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305E23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305E23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305E23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5E23" w:rsidRPr="008D1C7E" w:rsidRDefault="00305E23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305E23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305E23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305E23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305E23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305E23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E23" w:rsidRPr="008D1C7E" w:rsidRDefault="00305E23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305E23" w:rsidRPr="008D1C7E" w:rsidRDefault="00305E23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305E23" w:rsidRPr="008D1C7E" w:rsidRDefault="00305E23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305E23" w:rsidRPr="008D1C7E" w:rsidRDefault="00305E23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305E23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1018BF"/>
    <w:rsid w:val="00156492"/>
    <w:rsid w:val="00161079"/>
    <w:rsid w:val="002E37ED"/>
    <w:rsid w:val="00305E23"/>
    <w:rsid w:val="00330A58"/>
    <w:rsid w:val="00411DD2"/>
    <w:rsid w:val="004B7A58"/>
    <w:rsid w:val="004F3DAA"/>
    <w:rsid w:val="006179CD"/>
    <w:rsid w:val="00704594"/>
    <w:rsid w:val="00842306"/>
    <w:rsid w:val="008B12EE"/>
    <w:rsid w:val="008B4E15"/>
    <w:rsid w:val="008D1C7E"/>
    <w:rsid w:val="009D3503"/>
    <w:rsid w:val="00A62AA7"/>
    <w:rsid w:val="00BA0FD7"/>
    <w:rsid w:val="00BD135D"/>
    <w:rsid w:val="00C43BBE"/>
    <w:rsid w:val="00C7056C"/>
    <w:rsid w:val="00DF4FA4"/>
    <w:rsid w:val="00FE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536</Words>
  <Characters>3058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2017-04-27T12:12:00Z</cp:lastPrinted>
  <dcterms:created xsi:type="dcterms:W3CDTF">2017-07-10T09:37:00Z</dcterms:created>
  <dcterms:modified xsi:type="dcterms:W3CDTF">2017-07-12T08:01:00Z</dcterms:modified>
</cp:coreProperties>
</file>