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F7E" w:rsidRPr="00937A37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28 апреля</w:t>
      </w:r>
      <w:r w:rsidRPr="00842306">
        <w:rPr>
          <w:rFonts w:ascii="Times New Roman" w:hAnsi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842306">
          <w:rPr>
            <w:rFonts w:ascii="Times New Roman" w:hAnsi="Times New Roman"/>
            <w:sz w:val="24"/>
            <w:szCs w:val="24"/>
            <w:lang w:eastAsia="ru-RU"/>
          </w:rPr>
          <w:t>2017 г</w:t>
        </w:r>
      </w:smartTag>
      <w:r>
        <w:rPr>
          <w:rFonts w:ascii="Times New Roman" w:hAnsi="Times New Roman"/>
          <w:sz w:val="24"/>
          <w:szCs w:val="24"/>
          <w:lang w:eastAsia="ru-RU"/>
        </w:rPr>
        <w:t>. №544</w:t>
      </w:r>
    </w:p>
    <w:p w:rsidR="005B4F7E" w:rsidRPr="003A7DFF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5B4F7E" w:rsidRPr="003A7DFF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B4F7E" w:rsidRPr="00B716DC" w:rsidRDefault="005B4F7E" w:rsidP="003A7D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</w:rPr>
      </w:pP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Персональный состав 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br/>
        <w:t xml:space="preserve">конкурсной комиссии по подготовке и 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проведению открытого конкурса №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0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2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</w:t>
      </w:r>
    </w:p>
    <w:p w:rsidR="005B4F7E" w:rsidRPr="00B716DC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5B4F7E" w:rsidRPr="00B716DC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Председатель комиссии - Шотаев Валерий Константинович, начальник Управления архитектуры и градостроительства АМС г.Владикавказа;</w:t>
      </w:r>
    </w:p>
    <w:p w:rsidR="005B4F7E" w:rsidRPr="00B716DC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Заместитель председателя комиссии - Хабаев Константин Кимович, заместитель начальника Управления архитектуры и градостроительства АМС г.Владикавказа;</w:t>
      </w:r>
    </w:p>
    <w:p w:rsidR="005B4F7E" w:rsidRPr="00B716DC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Секретарь комиссии - Дзиова Мадина Валериевна, начальник отдела рекламы Управления архитектуры и градостроительства АМС г.Владикавказа;</w:t>
      </w:r>
    </w:p>
    <w:p w:rsidR="005B4F7E" w:rsidRPr="00B716DC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Члены комиссии:</w:t>
      </w:r>
    </w:p>
    <w:p w:rsidR="005B4F7E" w:rsidRPr="00B716DC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Караев Асланбек Гаврилович - заместитель начальника Управления архитектуры и градостроительства АМС г.Владикавказа, главный архитектор г.Владикавказ;</w:t>
      </w:r>
    </w:p>
    <w:p w:rsidR="005B4F7E" w:rsidRPr="00B716DC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Дзгоева Марина Олеговна - ведущий специалист Отдела рекламы Управления архитектуры и градостроительства АМС г.Владикавказа;</w:t>
      </w:r>
    </w:p>
    <w:p w:rsidR="005B4F7E" w:rsidRPr="00B716DC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Березов Артур Владимирович - начальник Отдела предпринимательства  и потребительского рынка Управления экономики, предпринимательства и инвестиционных проектов  АМС г.Владикавказа;</w:t>
      </w:r>
    </w:p>
    <w:p w:rsidR="005B4F7E" w:rsidRPr="00B716DC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Сланов Роберт Львович - главный специалист Отдела предпринимательства и потребительского рынка Управления экономики, предпринимательства и инвестиционных проектов АМС г. Владикавказа;</w:t>
      </w:r>
    </w:p>
    <w:p w:rsidR="005B4F7E" w:rsidRPr="00B716DC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Гудиев Давид Сергеевич - главный специалист Отдела объектов капитального строительства и информационного обеспечения градостроительной деятельности Управления архитектуры и градостроительства АМС г.Владикавказа.</w:t>
      </w:r>
    </w:p>
    <w:p w:rsidR="005B4F7E" w:rsidRPr="00B716DC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5B4F7E" w:rsidRPr="003A7DFF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B4F7E" w:rsidRPr="003A7DFF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B4F7E" w:rsidRPr="003A7DFF" w:rsidRDefault="005B4F7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B4F7E" w:rsidRDefault="005B4F7E"/>
    <w:sectPr w:rsidR="005B4F7E" w:rsidSect="0070459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DFF"/>
    <w:rsid w:val="0008404B"/>
    <w:rsid w:val="00106296"/>
    <w:rsid w:val="00147FA1"/>
    <w:rsid w:val="00184DDC"/>
    <w:rsid w:val="003A7DFF"/>
    <w:rsid w:val="00411DD2"/>
    <w:rsid w:val="005B4F7E"/>
    <w:rsid w:val="00704594"/>
    <w:rsid w:val="007A4C14"/>
    <w:rsid w:val="00825DAD"/>
    <w:rsid w:val="00842306"/>
    <w:rsid w:val="00914C62"/>
    <w:rsid w:val="00937A37"/>
    <w:rsid w:val="00B2685C"/>
    <w:rsid w:val="00B716DC"/>
    <w:rsid w:val="00C84F1A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253</Words>
  <Characters>1444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Юрий</dc:creator>
  <cp:keywords/>
  <dc:description/>
  <cp:lastModifiedBy>Мадина</cp:lastModifiedBy>
  <cp:revision>3</cp:revision>
  <cp:lastPrinted>2017-04-28T07:44:00Z</cp:lastPrinted>
  <dcterms:created xsi:type="dcterms:W3CDTF">2017-04-28T07:44:00Z</dcterms:created>
  <dcterms:modified xsi:type="dcterms:W3CDTF">2017-04-28T08:55:00Z</dcterms:modified>
</cp:coreProperties>
</file>