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0D" w:rsidRPr="00852E36" w:rsidRDefault="00D6210D" w:rsidP="003B59C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 № 3</w:t>
      </w:r>
      <w:r w:rsidRPr="00852E36">
        <w:rPr>
          <w:rFonts w:ascii="Times New Roman" w:hAnsi="Times New Roman" w:cs="Times New Roman"/>
          <w:b/>
          <w:bCs/>
          <w:sz w:val="28"/>
          <w:szCs w:val="28"/>
        </w:rPr>
        <w:t xml:space="preserve"> ФЗ № 185.</w:t>
      </w:r>
    </w:p>
    <w:p w:rsidR="00D6210D" w:rsidRDefault="00D6210D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D6210D" w:rsidRPr="003B59CE" w:rsidRDefault="00D6210D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</w:rPr>
        <w:t>: 6</w:t>
      </w:r>
      <w:r w:rsidRPr="003B59CE">
        <w:rPr>
          <w:rFonts w:ascii="Times New Roman" w:hAnsi="Times New Roman" w:cs="Times New Roman"/>
          <w:sz w:val="28"/>
          <w:szCs w:val="28"/>
        </w:rPr>
        <w:t xml:space="preserve"> сентября 2013 года.</w:t>
      </w: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– устройство шатровой кровли.</w:t>
      </w: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Владикавказ, ул. Кутузова, 77/2</w:t>
      </w:r>
    </w:p>
    <w:p w:rsidR="00D6210D" w:rsidRPr="00193EF3" w:rsidRDefault="00D6210D" w:rsidP="002676B5">
      <w:pPr>
        <w:rPr>
          <w:sz w:val="28"/>
          <w:szCs w:val="28"/>
        </w:rPr>
      </w:pPr>
      <w:r w:rsidRPr="003B59CE">
        <w:rPr>
          <w:b/>
          <w:bCs/>
          <w:sz w:val="28"/>
          <w:szCs w:val="28"/>
        </w:rPr>
        <w:t>Заказчик:</w:t>
      </w:r>
      <w:r>
        <w:rPr>
          <w:sz w:val="28"/>
          <w:szCs w:val="28"/>
        </w:rPr>
        <w:t xml:space="preserve"> ТСЖ «Кутузова,77/2»  председатель Халгатя</w:t>
      </w:r>
      <w:r w:rsidRPr="002676B5">
        <w:rPr>
          <w:sz w:val="28"/>
          <w:szCs w:val="28"/>
        </w:rPr>
        <w:t>н А.С.</w:t>
      </w: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г. Владикавказ, ул. Джанаева, 36, 3 этаж; директор Секинаев Владислав Султанович,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D6210D" w:rsidRPr="00442428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 ) цена договора подряда: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3 729 140 руб.</w:t>
      </w: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-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osetia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>: ВМБУ «Управление капитального ремонта», г. Владикавказа, ул. Джанаева, 36</w:t>
      </w:r>
      <w:r>
        <w:rPr>
          <w:rFonts w:ascii="Times New Roman" w:hAnsi="Times New Roman" w:cs="Times New Roman"/>
          <w:sz w:val="28"/>
          <w:szCs w:val="28"/>
        </w:rPr>
        <w:t>; 3 этаж;                17 сентября 2013 г. в 10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210D" w:rsidRPr="003B59CE" w:rsidRDefault="00D6210D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210D" w:rsidRDefault="00D6210D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10D" w:rsidRPr="003B59CE" w:rsidRDefault="00D6210D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В.С. Секинаев</w:t>
      </w:r>
    </w:p>
    <w:sectPr w:rsidR="00D6210D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36"/>
    <w:rsid w:val="00193EF3"/>
    <w:rsid w:val="001C10E9"/>
    <w:rsid w:val="002676B5"/>
    <w:rsid w:val="003833E3"/>
    <w:rsid w:val="0038551F"/>
    <w:rsid w:val="003B59CE"/>
    <w:rsid w:val="00442428"/>
    <w:rsid w:val="00567643"/>
    <w:rsid w:val="006C3FC1"/>
    <w:rsid w:val="007976BB"/>
    <w:rsid w:val="00852E36"/>
    <w:rsid w:val="00A2386C"/>
    <w:rsid w:val="00A54378"/>
    <w:rsid w:val="00D6210D"/>
    <w:rsid w:val="00DC77FC"/>
    <w:rsid w:val="00DE1F7A"/>
    <w:rsid w:val="00DF0024"/>
    <w:rsid w:val="00EC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52E36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6C3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168</Words>
  <Characters>963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7</cp:revision>
  <dcterms:created xsi:type="dcterms:W3CDTF">2013-08-30T11:35:00Z</dcterms:created>
  <dcterms:modified xsi:type="dcterms:W3CDTF">2013-08-24T08:53:00Z</dcterms:modified>
</cp:coreProperties>
</file>