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5C" w:rsidRPr="00842306" w:rsidRDefault="000F715C" w:rsidP="008B4E15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FF77C5">
        <w:rPr>
          <w:rFonts w:ascii="Times New Roman" w:hAnsi="Times New Roman"/>
          <w:sz w:val="24"/>
          <w:szCs w:val="24"/>
          <w:u w:val="single"/>
          <w:lang w:eastAsia="ru-RU"/>
        </w:rPr>
        <w:t>от 30.08.2017 г. №1069</w:t>
      </w:r>
    </w:p>
    <w:p w:rsidR="000F715C" w:rsidRPr="008B4E15" w:rsidRDefault="000F715C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0F715C" w:rsidRPr="008B4E15" w:rsidRDefault="000F715C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0F715C" w:rsidRPr="008D1C7E" w:rsidRDefault="000F715C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№07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0F715C" w:rsidRPr="008D1C7E" w:rsidRDefault="000F715C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715C" w:rsidRPr="008D1C7E" w:rsidRDefault="000F715C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0F715C" w:rsidRPr="008D1C7E" w:rsidRDefault="000F715C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0F715C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0F715C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0F715C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0F715C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0F715C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0F715C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715C" w:rsidRPr="008D1C7E" w:rsidRDefault="000F715C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0F715C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0F715C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0F715C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0F715C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0F715C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15C" w:rsidRPr="008D1C7E" w:rsidRDefault="000F715C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0F715C" w:rsidRPr="008D1C7E" w:rsidRDefault="000F715C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0F715C" w:rsidRPr="008D1C7E" w:rsidRDefault="000F715C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0F715C" w:rsidRPr="008D1C7E" w:rsidRDefault="000F715C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0F715C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0F715C"/>
    <w:rsid w:val="001018BF"/>
    <w:rsid w:val="00156492"/>
    <w:rsid w:val="00161079"/>
    <w:rsid w:val="00176107"/>
    <w:rsid w:val="002E37ED"/>
    <w:rsid w:val="00305E23"/>
    <w:rsid w:val="00330A58"/>
    <w:rsid w:val="003D4B5C"/>
    <w:rsid w:val="00411DD2"/>
    <w:rsid w:val="004B7A58"/>
    <w:rsid w:val="004F3DAA"/>
    <w:rsid w:val="006179CD"/>
    <w:rsid w:val="00704594"/>
    <w:rsid w:val="007E0D96"/>
    <w:rsid w:val="00842306"/>
    <w:rsid w:val="008B12EE"/>
    <w:rsid w:val="008B4E15"/>
    <w:rsid w:val="008D1C7E"/>
    <w:rsid w:val="009D3503"/>
    <w:rsid w:val="00A62AA7"/>
    <w:rsid w:val="00BA0FD7"/>
    <w:rsid w:val="00BD135D"/>
    <w:rsid w:val="00C43BBE"/>
    <w:rsid w:val="00C7056C"/>
    <w:rsid w:val="00D671AB"/>
    <w:rsid w:val="00DF4FA4"/>
    <w:rsid w:val="00F92B28"/>
    <w:rsid w:val="00FE6B81"/>
    <w:rsid w:val="00FF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2017-04-27T12:12:00Z</cp:lastPrinted>
  <dcterms:created xsi:type="dcterms:W3CDTF">2017-08-22T09:00:00Z</dcterms:created>
  <dcterms:modified xsi:type="dcterms:W3CDTF">2017-08-30T08:01:00Z</dcterms:modified>
</cp:coreProperties>
</file>